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32"/>
        <w:gridCol w:w="632"/>
        <w:gridCol w:w="653"/>
        <w:gridCol w:w="657"/>
        <w:gridCol w:w="667"/>
        <w:gridCol w:w="659"/>
        <w:gridCol w:w="667"/>
        <w:gridCol w:w="652"/>
        <w:gridCol w:w="653"/>
        <w:gridCol w:w="660"/>
        <w:gridCol w:w="660"/>
        <w:gridCol w:w="666"/>
        <w:gridCol w:w="663"/>
        <w:gridCol w:w="663"/>
        <w:gridCol w:w="633"/>
        <w:gridCol w:w="531"/>
      </w:tblGrid>
      <w:tr w:rsidR="00840FF4" w14:paraId="18520596" w14:textId="2A5C1BEE" w:rsidTr="008E5CE5">
        <w:trPr>
          <w:trHeight w:val="397"/>
        </w:trPr>
        <w:tc>
          <w:tcPr>
            <w:tcW w:w="632" w:type="dxa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14:paraId="04BA4C46" w14:textId="0A63A98B" w:rsidR="00840FF4" w:rsidRDefault="00840FF4" w:rsidP="00840FF4">
            <w:pPr>
              <w:tabs>
                <w:tab w:val="left" w:pos="4413"/>
              </w:tabs>
              <w:spacing w:after="0" w:line="240" w:lineRule="auto"/>
              <w:ind w:left="113" w:right="113"/>
            </w:pPr>
            <w:r>
              <w:t>Precipitation (mm)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7A0CC1F6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567A04D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221852FF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1A34BE8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747E1C3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250DDF7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2041F45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1D47F5A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6CA853D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10A5848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38DACB19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3CAE489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052284EC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283DBE" w14:textId="37F129E6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531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14:paraId="2AA84750" w14:textId="77EAA3B7" w:rsidR="00840FF4" w:rsidRDefault="00840FF4" w:rsidP="00840FF4">
            <w:pPr>
              <w:tabs>
                <w:tab w:val="left" w:pos="4413"/>
              </w:tabs>
              <w:spacing w:after="0" w:line="240" w:lineRule="auto"/>
              <w:ind w:left="113" w:right="113"/>
            </w:pPr>
            <w:r>
              <w:t>Temperature ºC</w:t>
            </w:r>
          </w:p>
        </w:tc>
      </w:tr>
      <w:tr w:rsidR="00840FF4" w14:paraId="20265D9F" w14:textId="14C49757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1DAD19A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14BD93B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47D916A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6E477EA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47D1BE87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54872B5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6097855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2FE2824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1FAC3EA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2DEB446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35AB4FA6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081B6A4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1EC9BB0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3C18D81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62E87A" w14:textId="3E60C52E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EE9ED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6C860438" w14:textId="614FE3A9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7AE254E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57DF3DD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2A533AF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560AE15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7A74846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63073DA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27D5F7C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568F76A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58C75A4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72DE3FEF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5347A93C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7F3454E9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15AA60F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4457849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93BDD4" w14:textId="2794F089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DDB08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579F1AA5" w14:textId="63C9CE42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6C5CCC1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3F0F1A1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416824E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535C1E7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10087FD7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311D03B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41246E8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2DB206B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21B87F1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3DF12CD7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6851FB8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2C2AAE67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7C7168C6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25CD7F7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1CCEC0" w14:textId="2D231811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FAA20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2E0B85E6" w14:textId="5D27B206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0DCE0AC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348132A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5B81759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1088961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62F2DCB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1A09B1E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00FA632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20B9A0A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0C554BA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3F4476B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408A096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0A9887B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189A7D2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79BEF6B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53963E" w14:textId="0166C3C0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E5803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2E3E3217" w14:textId="3D73ED35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0B1CA40C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64CE0B8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4F9CB8C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4A693409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40FE0846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6C90387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73D2778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6C3F871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5C2DBD7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61C97449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87F055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0BFD896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188C9B8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6537F1A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43EB4B" w14:textId="2FB4FCDF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5FEB7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04661A10" w14:textId="31D7F1B8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23146C7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61917EA6" w14:textId="65FA7D42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25B47E59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185FE03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31298D8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22281F7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784B9F0C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08217D8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07D8984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1B57A50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C62DC5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47AB53B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12B84F9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43D2ADE6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8638C3" w14:textId="2247D37C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60E50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10BBB182" w14:textId="543E23F0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5C02928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69BD3B02" w14:textId="66DE71AC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1B8DAB5F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24F427B7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45A466E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4F0C9A7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318D917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1F11F60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0F17E05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2206C1E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784A63C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58E2E2D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1324732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7863338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BE3C69" w14:textId="7CEEADE1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F5A07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1DBFAFED" w14:textId="60195C0E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0B95936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0443D133" w14:textId="77794BE9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38BD46A7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504C463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192D914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042A4116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640F8DA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43B952DF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37AD18B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69B01C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3A0C19C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4930309F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58C6316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46614C7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45814B" w14:textId="492701CB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ED5DB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638ED82C" w14:textId="78317DD6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5DCCD52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161988D8" w14:textId="5B5FD580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6CA373DF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55A1350F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247D74D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7BF72CC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547D804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6DAEB6E6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62AB7B9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67B1D26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2BE2C01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34F0356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7E3DA4B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1DE48A0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8DFBB8" w14:textId="2B77D346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B56FB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3ED92A04" w14:textId="548B3B0F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7A07F65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1E821FBB" w14:textId="0CCCA683" w:rsidR="00840FF4" w:rsidRDefault="00840FF4" w:rsidP="008E5CE5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0107FE5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2AB5D67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1CF1017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64D2626C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7616BB29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6117080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4B9C09B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3C2DF0D9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497D8B39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7052F41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396B86F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6D24FBB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2C995C" w14:textId="6ECD496F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659326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2EF91C06" w14:textId="5FCB1DCD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2C2DBE96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71F53FE1" w14:textId="7E66F9A0" w:rsidR="00840FF4" w:rsidRDefault="00840FF4" w:rsidP="008E5CE5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68A08E3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727C374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2261AF8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1898B1B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34E70FE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1F5ACB6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7939A26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33192D67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67EFA15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6F0E113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09B6B60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4171348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8B1B11" w14:textId="5C49E5E6" w:rsidR="00840FF4" w:rsidRDefault="00343DDA" w:rsidP="00840FF4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-5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432B3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517EEDD3" w14:textId="41DD0251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25B4EB1F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28ACCF0B" w14:textId="0997C531" w:rsidR="00840FF4" w:rsidRDefault="00840FF4" w:rsidP="008E5CE5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088F971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07A4FD4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5F94E95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6EC8FEC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2FE222E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1160F9D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505C85D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8885F4F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72BCFC0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571D06A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0F94655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4AFFC6E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90FA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AEBF8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150418E1" w14:textId="08F5AF27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0D76AA4C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1C6FD5A4" w14:textId="01E6BE30" w:rsidR="00840FF4" w:rsidRDefault="00840FF4" w:rsidP="008E5CE5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0963B89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51AE362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23613FB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64D5B0AF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74E810AC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05D4944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4749B3D3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7184706E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0DA1072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48B588D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7750102C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558972C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C514A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4D253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40FF4" w14:paraId="7A12D26F" w14:textId="2E9A663C" w:rsidTr="008E5CE5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593B1D2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4BD9F121" w14:textId="132FDC1D" w:rsidR="00840FF4" w:rsidRDefault="00840FF4" w:rsidP="008E5CE5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53" w:type="dxa"/>
            <w:tcBorders>
              <w:left w:val="single" w:sz="4" w:space="0" w:color="000000" w:themeColor="text1"/>
              <w:bottom w:val="single" w:sz="4" w:space="0" w:color="auto"/>
            </w:tcBorders>
          </w:tcPr>
          <w:p w14:paraId="03044CE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57078340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14:paraId="56430AB6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64FEDE8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14:paraId="20AAD468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14:paraId="54A34F9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1830CAA4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14:paraId="22DAC24F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14:paraId="3D5D042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3476040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14:paraId="2E850D35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bottom w:val="single" w:sz="4" w:space="0" w:color="auto"/>
              <w:right w:val="single" w:sz="4" w:space="0" w:color="auto"/>
            </w:tcBorders>
          </w:tcPr>
          <w:p w14:paraId="4158787B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77921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50D3CD" w14:textId="77777777" w:rsidR="00840FF4" w:rsidRDefault="00840FF4" w:rsidP="00840FF4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8E5CE5" w14:paraId="26A5876D" w14:textId="5BDA4EAA" w:rsidTr="008E5CE5">
        <w:tc>
          <w:tcPr>
            <w:tcW w:w="632" w:type="dxa"/>
            <w:vMerge/>
            <w:tcBorders>
              <w:left w:val="nil"/>
              <w:bottom w:val="nil"/>
              <w:right w:val="nil"/>
            </w:tcBorders>
          </w:tcPr>
          <w:p w14:paraId="3F1FDEAA" w14:textId="77777777" w:rsidR="00840FF4" w:rsidRDefault="00840FF4" w:rsidP="00840FF4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nil"/>
              <w:right w:val="single" w:sz="4" w:space="0" w:color="000000" w:themeColor="text1"/>
            </w:tcBorders>
          </w:tcPr>
          <w:p w14:paraId="44AE00CA" w14:textId="77777777" w:rsidR="00840FF4" w:rsidRDefault="00840FF4" w:rsidP="00840FF4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1E3D78"/>
          </w:tcPr>
          <w:p w14:paraId="626127D6" w14:textId="02822A98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1E3D78"/>
          </w:tcPr>
          <w:p w14:paraId="44423082" w14:textId="56A8B8B9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F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1E3D78"/>
          </w:tcPr>
          <w:p w14:paraId="3A4BB70E" w14:textId="21C37132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M</w:t>
            </w:r>
          </w:p>
        </w:tc>
        <w:tc>
          <w:tcPr>
            <w:tcW w:w="659" w:type="dxa"/>
            <w:tcBorders>
              <w:bottom w:val="single" w:sz="4" w:space="0" w:color="auto"/>
            </w:tcBorders>
            <w:shd w:val="clear" w:color="auto" w:fill="1E3D78"/>
          </w:tcPr>
          <w:p w14:paraId="05BA6709" w14:textId="42665FE5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A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1E3D78"/>
          </w:tcPr>
          <w:p w14:paraId="5B0F7AAB" w14:textId="6C79B200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M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1E3D78"/>
          </w:tcPr>
          <w:p w14:paraId="7BE1C703" w14:textId="13AE93BA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1E3D78"/>
          </w:tcPr>
          <w:p w14:paraId="1F9CB694" w14:textId="2B660570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1E3D78"/>
          </w:tcPr>
          <w:p w14:paraId="5A15023D" w14:textId="03EB5C61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A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1E3D78"/>
          </w:tcPr>
          <w:p w14:paraId="7303BA05" w14:textId="77439BAC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S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1E3D78"/>
          </w:tcPr>
          <w:p w14:paraId="7104462D" w14:textId="77B81CA7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O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1E3D78"/>
          </w:tcPr>
          <w:p w14:paraId="4C052FFF" w14:textId="6D302694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N</w:t>
            </w:r>
          </w:p>
        </w:tc>
        <w:tc>
          <w:tcPr>
            <w:tcW w:w="663" w:type="dxa"/>
            <w:tcBorders>
              <w:bottom w:val="single" w:sz="4" w:space="0" w:color="auto"/>
              <w:right w:val="nil"/>
            </w:tcBorders>
            <w:shd w:val="clear" w:color="auto" w:fill="1E3D78"/>
          </w:tcPr>
          <w:p w14:paraId="7E0F2904" w14:textId="6B44FBF7" w:rsidR="00840FF4" w:rsidRPr="00840FF4" w:rsidRDefault="00840FF4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D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66B5DD1" w14:textId="77777777" w:rsidR="00840FF4" w:rsidRDefault="00840FF4" w:rsidP="00840FF4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08BEE0" w14:textId="77777777" w:rsidR="00840FF4" w:rsidRDefault="00840FF4" w:rsidP="00840FF4">
            <w:pPr>
              <w:tabs>
                <w:tab w:val="left" w:pos="4413"/>
              </w:tabs>
              <w:spacing w:after="0"/>
              <w:jc w:val="center"/>
            </w:pPr>
          </w:p>
        </w:tc>
      </w:tr>
      <w:tr w:rsidR="007640E9" w14:paraId="0AAAC379" w14:textId="77777777" w:rsidTr="007640E9"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CDFCB" w14:textId="77777777" w:rsidR="007640E9" w:rsidRPr="007640E9" w:rsidRDefault="007640E9" w:rsidP="00840FF4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52625D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9447AE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8E9308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AB9C48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975218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3537B1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A63407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26C942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03C536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B19976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590C7A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40582B" w14:textId="77777777" w:rsidR="007640E9" w:rsidRPr="00840FF4" w:rsidRDefault="007640E9" w:rsidP="00840FF4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8835E23" w14:textId="77777777" w:rsidR="007640E9" w:rsidRDefault="007640E9" w:rsidP="00840FF4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52BF2993" w14:textId="77777777" w:rsidR="007640E9" w:rsidRDefault="007640E9" w:rsidP="00840FF4">
            <w:pPr>
              <w:tabs>
                <w:tab w:val="left" w:pos="4413"/>
              </w:tabs>
              <w:spacing w:after="0"/>
              <w:jc w:val="center"/>
            </w:pPr>
          </w:p>
        </w:tc>
      </w:tr>
      <w:tr w:rsidR="008E5CE5" w14:paraId="41684DF1" w14:textId="77777777" w:rsidTr="008E5CE5"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B0413" w14:textId="77777777" w:rsidR="007640E9" w:rsidRPr="007640E9" w:rsidRDefault="007640E9" w:rsidP="007640E9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55A817C1" w14:textId="51872A8B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2CA43290" w14:textId="4977F38F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F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323483EC" w14:textId="19C77F5B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M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23B5C4C3" w14:textId="156D87B3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A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0F4A2005" w14:textId="25FB9600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M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29BB159E" w14:textId="3FB64BC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093911EA" w14:textId="4F85D999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6D70E45E" w14:textId="5CF9A749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1EF5EA5A" w14:textId="70937A2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S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5B2C5071" w14:textId="64C213D1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O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4E16DF68" w14:textId="047F1744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N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5E85893F" w14:textId="1AAC331E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F2861" w14:textId="77777777" w:rsidR="007640E9" w:rsidRDefault="007640E9" w:rsidP="007640E9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48ECD9B2" w14:textId="77777777" w:rsidR="007640E9" w:rsidRDefault="007640E9" w:rsidP="007640E9">
            <w:pPr>
              <w:tabs>
                <w:tab w:val="left" w:pos="4413"/>
              </w:tabs>
              <w:spacing w:after="0"/>
              <w:jc w:val="center"/>
            </w:pPr>
          </w:p>
        </w:tc>
      </w:tr>
      <w:tr w:rsidR="007640E9" w14:paraId="248D440B" w14:textId="77777777" w:rsidTr="007640E9"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2DD0B" w14:textId="40F4BCE1" w:rsidR="007640E9" w:rsidRDefault="007640E9" w:rsidP="007640E9">
            <w:pPr>
              <w:tabs>
                <w:tab w:val="left" w:pos="4413"/>
              </w:tabs>
              <w:spacing w:after="0"/>
              <w:jc w:val="center"/>
            </w:pPr>
            <w:r w:rsidRPr="007640E9">
              <w:t>Temperature (ºC)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E1DD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3A04C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94241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F6566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CDB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12D3E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17BA3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10D6E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D2068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21E8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78F5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00E9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69D12" w14:textId="77777777" w:rsidR="007640E9" w:rsidRDefault="007640E9" w:rsidP="007640E9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3B14B5BF" w14:textId="77777777" w:rsidR="007640E9" w:rsidRDefault="007640E9" w:rsidP="007640E9">
            <w:pPr>
              <w:tabs>
                <w:tab w:val="left" w:pos="4413"/>
              </w:tabs>
              <w:spacing w:after="0"/>
              <w:jc w:val="center"/>
            </w:pPr>
          </w:p>
        </w:tc>
      </w:tr>
      <w:tr w:rsidR="007640E9" w14:paraId="4157CE07" w14:textId="77777777" w:rsidTr="007640E9"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2CC66" w14:textId="384C36BE" w:rsidR="007640E9" w:rsidRDefault="007640E9" w:rsidP="007640E9">
            <w:pPr>
              <w:tabs>
                <w:tab w:val="left" w:pos="4413"/>
              </w:tabs>
              <w:spacing w:after="0"/>
              <w:jc w:val="center"/>
            </w:pPr>
            <w:r w:rsidRPr="007640E9">
              <w:t>Precipitation (mm)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4779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A05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EC38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70859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7F64F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0DC1D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1857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86FD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27964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7D74F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AD6A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B2CC" w14:textId="77777777" w:rsidR="007640E9" w:rsidRPr="00840FF4" w:rsidRDefault="007640E9" w:rsidP="007640E9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FF62D" w14:textId="77777777" w:rsidR="007640E9" w:rsidRDefault="007640E9" w:rsidP="007640E9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536413C8" w14:textId="77777777" w:rsidR="007640E9" w:rsidRDefault="007640E9" w:rsidP="007640E9">
            <w:pPr>
              <w:tabs>
                <w:tab w:val="left" w:pos="4413"/>
              </w:tabs>
              <w:spacing w:after="0"/>
              <w:jc w:val="center"/>
            </w:pPr>
          </w:p>
        </w:tc>
      </w:tr>
    </w:tbl>
    <w:p w14:paraId="740E0952" w14:textId="035091C1" w:rsidR="00840FF4" w:rsidRDefault="00840FF4" w:rsidP="0009534D">
      <w:pPr>
        <w:tabs>
          <w:tab w:val="left" w:pos="4413"/>
        </w:tabs>
        <w:jc w:val="center"/>
      </w:pPr>
    </w:p>
    <w:p w14:paraId="44F44DDD" w14:textId="3E30B406" w:rsidR="00840FF4" w:rsidRDefault="00840FF4" w:rsidP="00840FF4">
      <w:pPr>
        <w:tabs>
          <w:tab w:val="left" w:pos="4413"/>
        </w:tabs>
      </w:pPr>
      <w:r>
        <w:t>Location: ______________________________________</w:t>
      </w:r>
    </w:p>
    <w:p w14:paraId="0E22EE21" w14:textId="0BCBECAA" w:rsidR="00840FF4" w:rsidRDefault="00840FF4" w:rsidP="00840FF4">
      <w:pPr>
        <w:tabs>
          <w:tab w:val="left" w:pos="4413"/>
        </w:tabs>
      </w:pPr>
      <w:r>
        <w:t>Lat</w:t>
      </w:r>
      <w:r w:rsidR="00662E54">
        <w:t>itude</w:t>
      </w:r>
      <w:r>
        <w:t>: ___________ Long</w:t>
      </w:r>
      <w:r w:rsidR="00662E54">
        <w:t>itude</w:t>
      </w:r>
      <w:r>
        <w:t>: ___________ Alt</w:t>
      </w:r>
      <w:r w:rsidR="00662E54">
        <w:t>itude</w:t>
      </w:r>
      <w:r>
        <w:t>: ___________</w:t>
      </w:r>
    </w:p>
    <w:p w14:paraId="616753AE" w14:textId="39A3D491" w:rsidR="00840FF4" w:rsidRDefault="00840FF4" w:rsidP="00840FF4">
      <w:pPr>
        <w:tabs>
          <w:tab w:val="left" w:pos="4413"/>
        </w:tabs>
      </w:pPr>
      <w:r>
        <w:t>Ann</w:t>
      </w:r>
      <w:r w:rsidR="00662E54">
        <w:t>ual</w:t>
      </w:r>
      <w:r>
        <w:t xml:space="preserve"> </w:t>
      </w:r>
      <w:r w:rsidR="00662E54">
        <w:t>T</w:t>
      </w:r>
      <w:r>
        <w:t>emp</w:t>
      </w:r>
      <w:r w:rsidR="00662E54">
        <w:t>erature</w:t>
      </w:r>
      <w:r>
        <w:t xml:space="preserve"> Range: ______ ºC</w:t>
      </w:r>
    </w:p>
    <w:p w14:paraId="1732D552" w14:textId="2CCC7071" w:rsidR="00840FF4" w:rsidRDefault="00840FF4" w:rsidP="00840FF4">
      <w:pPr>
        <w:tabs>
          <w:tab w:val="left" w:pos="4413"/>
        </w:tabs>
      </w:pPr>
      <w:r>
        <w:t>Total Precip</w:t>
      </w:r>
      <w:r w:rsidR="00662E54">
        <w:t>itation</w:t>
      </w:r>
      <w:r>
        <w:t>: ______ mm</w:t>
      </w:r>
    </w:p>
    <w:p w14:paraId="1AB5C1F2" w14:textId="1655F643" w:rsidR="00840FF4" w:rsidRDefault="00840FF4" w:rsidP="001E42BC">
      <w:pPr>
        <w:tabs>
          <w:tab w:val="left" w:pos="4413"/>
        </w:tabs>
      </w:pPr>
      <w:r>
        <w:t>Seasonal distribution of precipitation: ______________________________________</w:t>
      </w:r>
      <w:r>
        <w:br w:type="page"/>
      </w: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32"/>
        <w:gridCol w:w="632"/>
        <w:gridCol w:w="653"/>
        <w:gridCol w:w="657"/>
        <w:gridCol w:w="667"/>
        <w:gridCol w:w="659"/>
        <w:gridCol w:w="667"/>
        <w:gridCol w:w="652"/>
        <w:gridCol w:w="653"/>
        <w:gridCol w:w="660"/>
        <w:gridCol w:w="660"/>
        <w:gridCol w:w="666"/>
        <w:gridCol w:w="663"/>
        <w:gridCol w:w="663"/>
        <w:gridCol w:w="633"/>
        <w:gridCol w:w="531"/>
      </w:tblGrid>
      <w:tr w:rsidR="00B37167" w14:paraId="5CDF9E34" w14:textId="77777777" w:rsidTr="008C0CDA">
        <w:trPr>
          <w:trHeight w:val="397"/>
        </w:trPr>
        <w:tc>
          <w:tcPr>
            <w:tcW w:w="632" w:type="dxa"/>
            <w:vMerge w:val="restart"/>
            <w:tcBorders>
              <w:top w:val="nil"/>
              <w:left w:val="nil"/>
              <w:right w:val="nil"/>
            </w:tcBorders>
            <w:textDirection w:val="btLr"/>
          </w:tcPr>
          <w:p w14:paraId="4D1CC6F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ind w:left="113" w:right="113"/>
            </w:pPr>
            <w:r>
              <w:lastRenderedPageBreak/>
              <w:t>Precipitation (mm)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640979BF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5A907EEF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74627BE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0138280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62648FF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46F33D5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7C84EC4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126A1A9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B8A095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499602B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1AF2D65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711663E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0302B47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D2DBB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531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14:paraId="494450E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ind w:left="113" w:right="113"/>
            </w:pPr>
            <w:r>
              <w:t>Temperature ºC</w:t>
            </w:r>
          </w:p>
        </w:tc>
      </w:tr>
      <w:tr w:rsidR="00B37167" w14:paraId="55F96BB5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09C5224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6AC010FF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6558EA5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1F23E8E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3FAB783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303048C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4763B50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5723DD9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15F9288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1295674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8A75E78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17DFCF0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00150FB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4307A0D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B31488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27692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7C53E8F3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5CA5F2A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655B63E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7E13C62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57A63D2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1F840F3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28480D2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6F2DE4D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4EB0EB1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74389DA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3B054C5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554E677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3BE4337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3C976A5F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17D887F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E402B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48077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4851C17E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3A1CA85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7873DBD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0FC4A73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064F84C8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33A5AF0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7639104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0632B1D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61DC449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5A4122E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FE42ED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3FE6AA4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0F2039E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6259CB9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29E3A7E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AC6F0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2B546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600A7811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0378E31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4FAD3E9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444771D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03E6FB0F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4F3A1988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02F2614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2789D53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6DC4F68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383239D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79E29C5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594934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2FE273A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1D7B2F8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19DBE6F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37D0FF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597C8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1743EA43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0CAD132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66C44CA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13BD972F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6B5DAAD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03708A0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0F6BC26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340DA21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0A0F25F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022F582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6D54D21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6A0B951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596480A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7FA78D6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59E9B93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73170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4702D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6A53EB9E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237EDA1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5482793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2C70A49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786739D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2B2349D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03D4C1CF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141BC99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09125458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1F3A725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20401F5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56FEE98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0C51BE3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36FB9D4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6DCD56F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8E98C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87C9C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38DCD1DF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30830C0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2E7042A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23B9D4A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2B2048F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109CD37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6B69A05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4E38620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641654B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47BD52C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451CF1F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27B2C2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4A59C07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7038749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40DD7E8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4CBBF8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D3DD4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3C2F99C3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0A6C333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73F5078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1A2F151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1B48289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3A49BC3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39C55208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61E8D98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3CED8A4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7FDE79C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14F33CD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52719A5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6B3B933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678C608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0F5F0A8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22E84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36D25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133E7999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092A9EF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43221EE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0F07AF2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34D81A7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617C9EF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04EAA7F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3939B65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7614459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02BEE84F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70E2DD9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4A5AC65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1778C1A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0EAA7578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3C6946D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CFCCE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F453C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0B65C64B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5ECB8B9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41B6213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032588F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5204058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7F54124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574E64F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7585427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145368B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5EE4B84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077F45E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38AA7AC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7F34EA6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2C12320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5116666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633CC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209E4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5E80DAD4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5A74E85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5201205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1041F32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4D19372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5B6641F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7CFD764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22B02C1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5B97FFD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713DB4C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674C93C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7FCD10C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79098EF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7EBD75B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4559AFF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BF8EE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-5</w:t>
            </w: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D9683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1825671E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1057DBC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1597E05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7E869BD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0D16257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25A8C28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563B0BD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3241C7F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20A1238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60DDA36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31D17AD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4C6218D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6A60CE2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1ED2397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01F2542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34D8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1253C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247FACA3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6DF1B19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6C375AA0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653" w:type="dxa"/>
            <w:tcBorders>
              <w:left w:val="single" w:sz="4" w:space="0" w:color="000000" w:themeColor="text1"/>
            </w:tcBorders>
          </w:tcPr>
          <w:p w14:paraId="229CABB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</w:tcPr>
          <w:p w14:paraId="6F74E54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728D6F92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</w:tcPr>
          <w:p w14:paraId="36FE21A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</w:tcPr>
          <w:p w14:paraId="4E5E2058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</w:tcPr>
          <w:p w14:paraId="0C0BA28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</w:tcPr>
          <w:p w14:paraId="3567686B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5B1D9401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</w:tcPr>
          <w:p w14:paraId="18C3E0F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</w:tcPr>
          <w:p w14:paraId="2D9A9EE7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</w:tcPr>
          <w:p w14:paraId="1FCED3B8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5C9CFE7A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B76D9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6B2538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3951B1FE" w14:textId="77777777" w:rsidTr="008C0CDA">
        <w:trPr>
          <w:trHeight w:val="397"/>
        </w:trPr>
        <w:tc>
          <w:tcPr>
            <w:tcW w:w="632" w:type="dxa"/>
            <w:vMerge/>
            <w:tcBorders>
              <w:left w:val="nil"/>
              <w:right w:val="nil"/>
            </w:tcBorders>
          </w:tcPr>
          <w:p w14:paraId="510EB42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3C21BB7F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53" w:type="dxa"/>
            <w:tcBorders>
              <w:left w:val="single" w:sz="4" w:space="0" w:color="000000" w:themeColor="text1"/>
              <w:bottom w:val="single" w:sz="4" w:space="0" w:color="auto"/>
            </w:tcBorders>
          </w:tcPr>
          <w:p w14:paraId="7522B89F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5011A28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14:paraId="4F94C4C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194DAE7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14:paraId="542A7FC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14:paraId="7D74640E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752F75D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14:paraId="38C832E3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14:paraId="73550574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1FBF2EED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14:paraId="0477F046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63" w:type="dxa"/>
            <w:tcBorders>
              <w:bottom w:val="single" w:sz="4" w:space="0" w:color="auto"/>
              <w:right w:val="single" w:sz="4" w:space="0" w:color="auto"/>
            </w:tcBorders>
          </w:tcPr>
          <w:p w14:paraId="08496D6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7805C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03FEC5" w14:textId="77777777" w:rsidR="00B37167" w:rsidRDefault="00B37167" w:rsidP="008C0CDA">
            <w:pPr>
              <w:tabs>
                <w:tab w:val="left" w:pos="4413"/>
              </w:tabs>
              <w:spacing w:after="0" w:line="240" w:lineRule="auto"/>
              <w:jc w:val="center"/>
            </w:pPr>
          </w:p>
        </w:tc>
      </w:tr>
      <w:tr w:rsidR="00B37167" w14:paraId="0BA36D37" w14:textId="77777777" w:rsidTr="008C0CDA">
        <w:tc>
          <w:tcPr>
            <w:tcW w:w="632" w:type="dxa"/>
            <w:vMerge/>
            <w:tcBorders>
              <w:left w:val="nil"/>
              <w:bottom w:val="nil"/>
              <w:right w:val="nil"/>
            </w:tcBorders>
          </w:tcPr>
          <w:p w14:paraId="0E2642BB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nil"/>
              <w:right w:val="single" w:sz="4" w:space="0" w:color="000000" w:themeColor="text1"/>
            </w:tcBorders>
          </w:tcPr>
          <w:p w14:paraId="6CDAB129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653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1E3D78"/>
          </w:tcPr>
          <w:p w14:paraId="1CCB58B3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1E3D78"/>
          </w:tcPr>
          <w:p w14:paraId="40168698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F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1E3D78"/>
          </w:tcPr>
          <w:p w14:paraId="3B365E92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M</w:t>
            </w:r>
          </w:p>
        </w:tc>
        <w:tc>
          <w:tcPr>
            <w:tcW w:w="659" w:type="dxa"/>
            <w:tcBorders>
              <w:bottom w:val="single" w:sz="4" w:space="0" w:color="auto"/>
            </w:tcBorders>
            <w:shd w:val="clear" w:color="auto" w:fill="1E3D78"/>
          </w:tcPr>
          <w:p w14:paraId="2FD6C95A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A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1E3D78"/>
          </w:tcPr>
          <w:p w14:paraId="5DF75204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M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1E3D78"/>
          </w:tcPr>
          <w:p w14:paraId="741258DD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shd w:val="clear" w:color="auto" w:fill="1E3D78"/>
          </w:tcPr>
          <w:p w14:paraId="7EE80853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1E3D78"/>
          </w:tcPr>
          <w:p w14:paraId="269443AD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A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1E3D78"/>
          </w:tcPr>
          <w:p w14:paraId="20F51080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S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1E3D78"/>
          </w:tcPr>
          <w:p w14:paraId="7486D15E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O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1E3D78"/>
          </w:tcPr>
          <w:p w14:paraId="731AFF4D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N</w:t>
            </w:r>
          </w:p>
        </w:tc>
        <w:tc>
          <w:tcPr>
            <w:tcW w:w="663" w:type="dxa"/>
            <w:tcBorders>
              <w:bottom w:val="single" w:sz="4" w:space="0" w:color="auto"/>
              <w:right w:val="nil"/>
            </w:tcBorders>
            <w:shd w:val="clear" w:color="auto" w:fill="1E3D78"/>
          </w:tcPr>
          <w:p w14:paraId="6DC12C6C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D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6D22A64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B0FB3E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</w:tr>
      <w:tr w:rsidR="00B37167" w14:paraId="5B2E49C6" w14:textId="77777777" w:rsidTr="008C0CDA"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19BD8" w14:textId="77777777" w:rsidR="00B37167" w:rsidRPr="007640E9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E45E2C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FD9A5F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1806EE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CE98D2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C9B19D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AFC1A7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A519E8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DFA508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CB163E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214FC5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FE0D28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4BBA82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63ED430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335EE970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</w:tr>
      <w:tr w:rsidR="00B37167" w14:paraId="72120DE1" w14:textId="77777777" w:rsidTr="008C0CDA"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13D6" w14:textId="77777777" w:rsidR="00B37167" w:rsidRPr="007640E9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04F2C998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712C7F51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F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531D41FB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M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24792841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A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570A18EF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M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396B6211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679DE676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J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2F9F373A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0A16774D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S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1AEB868A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O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58950D22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N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3D78"/>
          </w:tcPr>
          <w:p w14:paraId="6925C99C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  <w:r w:rsidRPr="00840FF4">
              <w:rPr>
                <w:b/>
                <w:bCs/>
              </w:rPr>
              <w:t>D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453F7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460612F5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</w:tr>
      <w:tr w:rsidR="00B37167" w14:paraId="07BA3387" w14:textId="77777777" w:rsidTr="008C0CDA"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B5884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  <w:r w:rsidRPr="007640E9">
              <w:t>Temperature (ºC)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F8974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92E9D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E001A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6885C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23FC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37068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C3B57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7894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7CF42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6FCCE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3EE8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1C7A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85820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6AA99B5D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</w:tr>
      <w:tr w:rsidR="00B37167" w14:paraId="589C8CB5" w14:textId="77777777" w:rsidTr="008C0CDA"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755F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  <w:r w:rsidRPr="007640E9">
              <w:t>Precipitation (mm)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813F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12F85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8CEDD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4F46A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515C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B21DF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F2DC5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BBC87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C5858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DE84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650CA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5F8E6" w14:textId="77777777" w:rsidR="00B37167" w:rsidRPr="00840FF4" w:rsidRDefault="00B37167" w:rsidP="008C0CDA">
            <w:pPr>
              <w:tabs>
                <w:tab w:val="left" w:pos="4413"/>
              </w:tabs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A6D25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2C79D2E6" w14:textId="77777777" w:rsidR="00B37167" w:rsidRDefault="00B37167" w:rsidP="008C0CDA">
            <w:pPr>
              <w:tabs>
                <w:tab w:val="left" w:pos="4413"/>
              </w:tabs>
              <w:spacing w:after="0"/>
              <w:jc w:val="center"/>
            </w:pPr>
          </w:p>
        </w:tc>
      </w:tr>
    </w:tbl>
    <w:p w14:paraId="08CEDCB7" w14:textId="77777777" w:rsidR="00B37167" w:rsidRDefault="00B37167" w:rsidP="00B37167">
      <w:pPr>
        <w:tabs>
          <w:tab w:val="left" w:pos="4413"/>
        </w:tabs>
        <w:jc w:val="center"/>
      </w:pPr>
    </w:p>
    <w:p w14:paraId="02F60D9C" w14:textId="77777777" w:rsidR="00B37167" w:rsidRDefault="00B37167" w:rsidP="00B37167">
      <w:pPr>
        <w:tabs>
          <w:tab w:val="left" w:pos="4413"/>
        </w:tabs>
      </w:pPr>
      <w:r>
        <w:t>Location: ______________________________________</w:t>
      </w:r>
    </w:p>
    <w:p w14:paraId="3474C4D5" w14:textId="77777777" w:rsidR="00B37167" w:rsidRDefault="00B37167" w:rsidP="00B37167">
      <w:pPr>
        <w:tabs>
          <w:tab w:val="left" w:pos="4413"/>
        </w:tabs>
      </w:pPr>
      <w:r>
        <w:t>Latitude: ___________ Longitude: ___________ Altitude: ___________</w:t>
      </w:r>
    </w:p>
    <w:p w14:paraId="7EAFEAD5" w14:textId="77777777" w:rsidR="00B37167" w:rsidRDefault="00B37167" w:rsidP="00B37167">
      <w:pPr>
        <w:tabs>
          <w:tab w:val="left" w:pos="4413"/>
        </w:tabs>
      </w:pPr>
      <w:r>
        <w:t>Annual Temperature Range: ______ ºC</w:t>
      </w:r>
    </w:p>
    <w:p w14:paraId="3DD0DAD9" w14:textId="77777777" w:rsidR="00B37167" w:rsidRDefault="00B37167" w:rsidP="00B37167">
      <w:pPr>
        <w:tabs>
          <w:tab w:val="left" w:pos="4413"/>
        </w:tabs>
      </w:pPr>
      <w:r>
        <w:t>Total Precipitation: ______ mm</w:t>
      </w:r>
    </w:p>
    <w:p w14:paraId="3207E9C0" w14:textId="486D5EB6" w:rsidR="00840FF4" w:rsidRPr="0009534D" w:rsidRDefault="00B37167" w:rsidP="00840FF4">
      <w:pPr>
        <w:tabs>
          <w:tab w:val="left" w:pos="4413"/>
        </w:tabs>
      </w:pPr>
      <w:r>
        <w:t>Seasonal distribution of precipitation: ______________________________________</w:t>
      </w:r>
      <w:bookmarkStart w:id="0" w:name="_GoBack"/>
      <w:bookmarkEnd w:id="0"/>
    </w:p>
    <w:sectPr w:rsidR="00840FF4" w:rsidRPr="0009534D" w:rsidSect="00664A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75" w:right="720" w:bottom="1490" w:left="72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0A4CA" w14:textId="77777777" w:rsidR="00091010" w:rsidRDefault="00091010" w:rsidP="00446B8D">
      <w:r>
        <w:separator/>
      </w:r>
    </w:p>
    <w:p w14:paraId="680E9B2B" w14:textId="77777777" w:rsidR="00091010" w:rsidRDefault="00091010" w:rsidP="00446B8D"/>
  </w:endnote>
  <w:endnote w:type="continuationSeparator" w:id="0">
    <w:p w14:paraId="71EC92B9" w14:textId="77777777" w:rsidR="00091010" w:rsidRDefault="00091010" w:rsidP="00446B8D">
      <w:r>
        <w:continuationSeparator/>
      </w:r>
    </w:p>
    <w:p w14:paraId="1BC5B2A1" w14:textId="77777777" w:rsidR="00091010" w:rsidRDefault="00091010" w:rsidP="00446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Brevia">
    <w:altName w:val="Calibri"/>
    <w:panose1 w:val="00000000000000000000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DBE3F" w14:textId="77777777" w:rsidR="00AB73E5" w:rsidRDefault="00AB73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8234" w14:textId="628238EE" w:rsidR="00225484" w:rsidRPr="00CE436E" w:rsidRDefault="00114DEB" w:rsidP="00CE436E">
    <w:pPr>
      <w:pStyle w:val="Footer"/>
      <w:spacing w:after="0"/>
      <w:jc w:val="center"/>
      <w:rPr>
        <w:color w:val="FFFFFF" w:themeColor="background1"/>
      </w:rPr>
    </w:pPr>
    <w:r w:rsidRPr="00CE436E">
      <w:rPr>
        <w:noProof/>
        <w:color w:val="FFFFFF" w:themeColor="background1"/>
        <w:lang w:val="en-AU" w:eastAsia="en-AU"/>
      </w:rPr>
      <w:drawing>
        <wp:anchor distT="0" distB="0" distL="114300" distR="114300" simplePos="0" relativeHeight="251662336" behindDoc="1" locked="0" layoutInCell="1" allowOverlap="1" wp14:anchorId="78B3CBE4" wp14:editId="1E9BAE0C">
          <wp:simplePos x="0" y="0"/>
          <wp:positionH relativeFrom="column">
            <wp:posOffset>-221615</wp:posOffset>
          </wp:positionH>
          <wp:positionV relativeFrom="paragraph">
            <wp:posOffset>-181321</wp:posOffset>
          </wp:positionV>
          <wp:extent cx="480400" cy="519229"/>
          <wp:effectExtent l="0" t="0" r="2540" b="1905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waratah-nsw-government-reverse-png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400" cy="519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73E5">
      <w:rPr>
        <w:color w:val="FFFFFF" w:themeColor="background1"/>
        <w:lang w:val="en-AU"/>
      </w:rPr>
      <w:t>Skill 3: Climate Graphing</w:t>
    </w:r>
    <w:r w:rsidR="00CE436E">
      <w:rPr>
        <w:color w:val="FFFFFF" w:themeColor="background1"/>
        <w:lang w:val="en-AU"/>
      </w:rPr>
      <w:t xml:space="preserve"> </w:t>
    </w:r>
    <w:r w:rsidR="00225484" w:rsidRPr="00CE436E">
      <w:rPr>
        <w:color w:val="FFFFFF" w:themeColor="background1"/>
      </w:rPr>
      <w:t xml:space="preserve">| Page </w:t>
    </w:r>
    <w:r w:rsidR="00225484" w:rsidRPr="00CE436E">
      <w:rPr>
        <w:color w:val="FFFFFF" w:themeColor="background1"/>
      </w:rPr>
      <w:fldChar w:fldCharType="begin"/>
    </w:r>
    <w:r w:rsidR="00225484" w:rsidRPr="00CE436E">
      <w:rPr>
        <w:color w:val="FFFFFF" w:themeColor="background1"/>
      </w:rPr>
      <w:instrText xml:space="preserve"> PAGE   \* MERGEFORMAT </w:instrText>
    </w:r>
    <w:r w:rsidR="00225484" w:rsidRPr="00CE436E">
      <w:rPr>
        <w:color w:val="FFFFFF" w:themeColor="background1"/>
      </w:rPr>
      <w:fldChar w:fldCharType="separate"/>
    </w:r>
    <w:r w:rsidR="008E5CE5">
      <w:rPr>
        <w:noProof/>
        <w:color w:val="FFFFFF" w:themeColor="background1"/>
      </w:rPr>
      <w:t>1</w:t>
    </w:r>
    <w:r w:rsidR="00225484" w:rsidRPr="00CE436E">
      <w:rPr>
        <w:noProof/>
        <w:color w:val="FFFFFF" w:themeColor="background1"/>
      </w:rPr>
      <w:fldChar w:fldCharType="end"/>
    </w:r>
  </w:p>
  <w:p w14:paraId="21219678" w14:textId="77777777" w:rsidR="005C4F6C" w:rsidRDefault="005C4F6C" w:rsidP="00446B8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9FC8" w14:textId="77777777" w:rsidR="00896484" w:rsidRDefault="0070781E" w:rsidP="00446B8D">
    <w:pPr>
      <w:pStyle w:val="Footer"/>
    </w:pPr>
    <w:r w:rsidRPr="006A5D59">
      <w:t xml:space="preserve">Document footer | Version | Page </w:t>
    </w:r>
    <w:r w:rsidRPr="006A5D59">
      <w:fldChar w:fldCharType="begin"/>
    </w:r>
    <w:r w:rsidRPr="006A5D59">
      <w:instrText xml:space="preserve"> PAGE   \* MERGEFORMAT </w:instrText>
    </w:r>
    <w:r w:rsidRPr="006A5D59">
      <w:fldChar w:fldCharType="separate"/>
    </w:r>
    <w:r w:rsidR="006A5D59">
      <w:rPr>
        <w:noProof/>
      </w:rPr>
      <w:t>1</w:t>
    </w:r>
    <w:r w:rsidRPr="006A5D59">
      <w:rPr>
        <w:noProof/>
      </w:rPr>
      <w:fldChar w:fldCharType="end"/>
    </w:r>
    <w:r w:rsidR="00896484">
      <w:ptab w:relativeTo="margin" w:alignment="center" w:leader="none"/>
    </w:r>
    <w:r w:rsidR="00896484">
      <w:ptab w:relativeTo="margin" w:alignment="right" w:leader="none"/>
    </w:r>
  </w:p>
  <w:p w14:paraId="00097FA8" w14:textId="77777777" w:rsidR="005C4F6C" w:rsidRDefault="005C4F6C" w:rsidP="00446B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80CE3" w14:textId="77777777" w:rsidR="00091010" w:rsidRDefault="00091010" w:rsidP="00446B8D">
      <w:r>
        <w:separator/>
      </w:r>
    </w:p>
    <w:p w14:paraId="67E35893" w14:textId="77777777" w:rsidR="00091010" w:rsidRDefault="00091010" w:rsidP="00446B8D"/>
  </w:footnote>
  <w:footnote w:type="continuationSeparator" w:id="0">
    <w:p w14:paraId="369CE5D1" w14:textId="77777777" w:rsidR="00091010" w:rsidRDefault="00091010" w:rsidP="00446B8D">
      <w:r>
        <w:continuationSeparator/>
      </w:r>
    </w:p>
    <w:p w14:paraId="3C294AEF" w14:textId="77777777" w:rsidR="00091010" w:rsidRDefault="00091010" w:rsidP="00446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80ED0" w14:textId="77777777" w:rsidR="00AB73E5" w:rsidRDefault="00AB73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820B" w14:textId="665378AD" w:rsidR="00463346" w:rsidRPr="00441CAF" w:rsidRDefault="00CE436E" w:rsidP="00463346">
    <w:pPr>
      <w:pStyle w:val="Header"/>
      <w:spacing w:after="0"/>
      <w:rPr>
        <w:rFonts w:ascii="Brevia" w:hAnsi="Brevia"/>
        <w:i/>
        <w:iCs/>
        <w:sz w:val="28"/>
        <w:szCs w:val="28"/>
      </w:rPr>
    </w:pPr>
    <w:r w:rsidRPr="00441CAF">
      <w:rPr>
        <w:noProof/>
        <w:sz w:val="28"/>
        <w:szCs w:val="28"/>
        <w:lang w:val="en-AU" w:eastAsia="en-AU"/>
      </w:rPr>
      <w:drawing>
        <wp:anchor distT="0" distB="0" distL="114300" distR="114300" simplePos="0" relativeHeight="251661312" behindDoc="1" locked="0" layoutInCell="1" allowOverlap="1" wp14:anchorId="4510BB2E" wp14:editId="7DB324B6">
          <wp:simplePos x="0" y="0"/>
          <wp:positionH relativeFrom="page">
            <wp:posOffset>-45267</wp:posOffset>
          </wp:positionH>
          <wp:positionV relativeFrom="page">
            <wp:posOffset>-172016</wp:posOffset>
          </wp:positionV>
          <wp:extent cx="7620635" cy="10864159"/>
          <wp:effectExtent l="0" t="0" r="0" b="0"/>
          <wp:wrapNone/>
          <wp:docPr id="27" name="Picture 27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864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346" w:rsidRPr="00441CAF">
      <w:rPr>
        <w:rFonts w:ascii="Brevia" w:hAnsi="Brevia"/>
        <w:i/>
        <w:iCs/>
        <w:sz w:val="28"/>
        <w:szCs w:val="28"/>
        <w:lang w:val="en-AU"/>
      </w:rPr>
      <w:t xml:space="preserve">Water </w:t>
    </w:r>
    <w:r w:rsidR="00227CBC">
      <w:rPr>
        <w:rFonts w:ascii="Brevia" w:hAnsi="Brevia"/>
        <w:i/>
        <w:iCs/>
        <w:sz w:val="28"/>
        <w:szCs w:val="28"/>
        <w:lang w:val="en-AU"/>
      </w:rPr>
      <w:t>in</w:t>
    </w:r>
    <w:r w:rsidR="00463346" w:rsidRPr="00441CAF">
      <w:rPr>
        <w:rFonts w:ascii="Brevia" w:hAnsi="Brevia"/>
        <w:i/>
        <w:iCs/>
        <w:sz w:val="28"/>
        <w:szCs w:val="28"/>
      </w:rPr>
      <w:t xml:space="preserve"> the </w:t>
    </w:r>
    <w:r w:rsidR="00463346" w:rsidRPr="006B47CE">
      <w:rPr>
        <w:rFonts w:ascii="Brevia" w:hAnsi="Brevia"/>
        <w:i/>
        <w:iCs/>
        <w:sz w:val="28"/>
        <w:szCs w:val="28"/>
      </w:rPr>
      <w:t>Worl</w:t>
    </w:r>
    <w:r w:rsidR="00463346" w:rsidRPr="00441CAF">
      <w:rPr>
        <w:rFonts w:ascii="Brevia" w:hAnsi="Brevia"/>
        <w:i/>
        <w:iCs/>
        <w:sz w:val="28"/>
        <w:szCs w:val="28"/>
      </w:rPr>
      <w:t>d</w:t>
    </w:r>
  </w:p>
  <w:p w14:paraId="0040B20C" w14:textId="77777777" w:rsidR="00463346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Flooding in the Hawkesbury-Nepean Valley</w:t>
    </w:r>
  </w:p>
  <w:p w14:paraId="6820C55B" w14:textId="66818933" w:rsidR="005C4F6C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Stage 4 Geography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E32" w14:textId="77777777" w:rsidR="0070781E" w:rsidRDefault="0070781E" w:rsidP="00446B8D">
    <w:pPr>
      <w:pStyle w:val="Header"/>
    </w:pPr>
  </w:p>
  <w:p w14:paraId="402F4040" w14:textId="77777777" w:rsidR="0070781E" w:rsidRDefault="0070781E" w:rsidP="00446B8D">
    <w:pPr>
      <w:pStyle w:val="Header"/>
    </w:pPr>
  </w:p>
  <w:p w14:paraId="6FC0BA27" w14:textId="77777777" w:rsidR="00A62816" w:rsidRPr="0070781E" w:rsidRDefault="0070781E" w:rsidP="00446B8D">
    <w:pPr>
      <w:pStyle w:val="Header"/>
    </w:pPr>
    <w:r w:rsidRPr="0070781E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728AC76D" wp14:editId="511199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0635" cy="10774045"/>
          <wp:effectExtent l="0" t="0" r="0" b="8255"/>
          <wp:wrapNone/>
          <wp:docPr id="29" name="Picture 29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77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81E">
      <w:t>Page Title</w:t>
    </w:r>
    <w:r w:rsidR="004807BC" w:rsidRPr="0070781E">
      <w:tab/>
    </w:r>
  </w:p>
  <w:p w14:paraId="6A06467D" w14:textId="77777777" w:rsidR="005C4F6C" w:rsidRDefault="005C4F6C" w:rsidP="00446B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18663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50639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E861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44A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2297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FEA2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5A9C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04C4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124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AAC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33E37"/>
    <w:multiLevelType w:val="hybridMultilevel"/>
    <w:tmpl w:val="2828DB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883E28"/>
    <w:multiLevelType w:val="hybridMultilevel"/>
    <w:tmpl w:val="90EC49CE"/>
    <w:lvl w:ilvl="0" w:tplc="5B9E13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2E6CB8"/>
    <w:multiLevelType w:val="hybridMultilevel"/>
    <w:tmpl w:val="88220BEE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D339BD"/>
    <w:multiLevelType w:val="hybridMultilevel"/>
    <w:tmpl w:val="66BC9EC2"/>
    <w:lvl w:ilvl="0" w:tplc="07603BB0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32938"/>
    <w:multiLevelType w:val="hybridMultilevel"/>
    <w:tmpl w:val="2620F4F6"/>
    <w:lvl w:ilvl="0" w:tplc="5B9E13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8179AB"/>
    <w:multiLevelType w:val="hybridMultilevel"/>
    <w:tmpl w:val="06B0DA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0050B8"/>
    <w:multiLevelType w:val="hybridMultilevel"/>
    <w:tmpl w:val="ECE464D2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CB7744"/>
    <w:multiLevelType w:val="hybridMultilevel"/>
    <w:tmpl w:val="28022742"/>
    <w:lvl w:ilvl="0" w:tplc="5B9E137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54353"/>
    <w:multiLevelType w:val="hybridMultilevel"/>
    <w:tmpl w:val="038A13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6389C"/>
    <w:multiLevelType w:val="hybridMultilevel"/>
    <w:tmpl w:val="CB66A9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E7227A"/>
    <w:multiLevelType w:val="multilevel"/>
    <w:tmpl w:val="A888115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3A038AC"/>
    <w:multiLevelType w:val="hybridMultilevel"/>
    <w:tmpl w:val="D07E3078"/>
    <w:lvl w:ilvl="0" w:tplc="CA8CE7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07BB5"/>
    <w:multiLevelType w:val="hybridMultilevel"/>
    <w:tmpl w:val="2E722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4C3C99"/>
    <w:multiLevelType w:val="hybridMultilevel"/>
    <w:tmpl w:val="D23CE5F0"/>
    <w:lvl w:ilvl="0" w:tplc="CA8CE76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A0B5E"/>
    <w:multiLevelType w:val="hybridMultilevel"/>
    <w:tmpl w:val="965CABD8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82EC8"/>
    <w:multiLevelType w:val="hybridMultilevel"/>
    <w:tmpl w:val="B26EB8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22626"/>
    <w:multiLevelType w:val="hybridMultilevel"/>
    <w:tmpl w:val="978C617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D41D46"/>
    <w:multiLevelType w:val="multilevel"/>
    <w:tmpl w:val="63E0E8F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6FB22C1"/>
    <w:multiLevelType w:val="hybridMultilevel"/>
    <w:tmpl w:val="040C87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B5150"/>
    <w:multiLevelType w:val="hybridMultilevel"/>
    <w:tmpl w:val="5BEABB36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F5564"/>
    <w:multiLevelType w:val="hybridMultilevel"/>
    <w:tmpl w:val="6082DF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2575E"/>
    <w:multiLevelType w:val="hybridMultilevel"/>
    <w:tmpl w:val="0F58DF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470CA1"/>
    <w:multiLevelType w:val="multilevel"/>
    <w:tmpl w:val="51A237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27"/>
  </w:num>
  <w:num w:numId="3">
    <w:abstractNumId w:val="32"/>
  </w:num>
  <w:num w:numId="4">
    <w:abstractNumId w:val="20"/>
  </w:num>
  <w:num w:numId="5">
    <w:abstractNumId w:val="28"/>
  </w:num>
  <w:num w:numId="6">
    <w:abstractNumId w:val="19"/>
  </w:num>
  <w:num w:numId="7">
    <w:abstractNumId w:val="15"/>
  </w:num>
  <w:num w:numId="8">
    <w:abstractNumId w:val="22"/>
  </w:num>
  <w:num w:numId="9">
    <w:abstractNumId w:val="26"/>
  </w:num>
  <w:num w:numId="10">
    <w:abstractNumId w:val="16"/>
  </w:num>
  <w:num w:numId="11">
    <w:abstractNumId w:val="13"/>
  </w:num>
  <w:num w:numId="12">
    <w:abstractNumId w:val="25"/>
  </w:num>
  <w:num w:numId="13">
    <w:abstractNumId w:val="24"/>
  </w:num>
  <w:num w:numId="14">
    <w:abstractNumId w:val="29"/>
  </w:num>
  <w:num w:numId="15">
    <w:abstractNumId w:val="18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8"/>
  </w:num>
  <w:num w:numId="21">
    <w:abstractNumId w:val="4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0"/>
  </w:num>
  <w:num w:numId="27">
    <w:abstractNumId w:val="21"/>
  </w:num>
  <w:num w:numId="28">
    <w:abstractNumId w:val="23"/>
  </w:num>
  <w:num w:numId="29">
    <w:abstractNumId w:val="14"/>
  </w:num>
  <w:num w:numId="30">
    <w:abstractNumId w:val="11"/>
  </w:num>
  <w:num w:numId="31">
    <w:abstractNumId w:val="17"/>
  </w:num>
  <w:num w:numId="32">
    <w:abstractNumId w:val="30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4"/>
    <w:rsid w:val="00013B26"/>
    <w:rsid w:val="00031597"/>
    <w:rsid w:val="000621F5"/>
    <w:rsid w:val="00066D17"/>
    <w:rsid w:val="00067AD1"/>
    <w:rsid w:val="00067D12"/>
    <w:rsid w:val="00091010"/>
    <w:rsid w:val="00092A4E"/>
    <w:rsid w:val="00092FBC"/>
    <w:rsid w:val="0009534D"/>
    <w:rsid w:val="000D2F75"/>
    <w:rsid w:val="00111AF4"/>
    <w:rsid w:val="00114DEB"/>
    <w:rsid w:val="001529D7"/>
    <w:rsid w:val="0017080D"/>
    <w:rsid w:val="00183FA5"/>
    <w:rsid w:val="0019641E"/>
    <w:rsid w:val="001A24F9"/>
    <w:rsid w:val="001A2736"/>
    <w:rsid w:val="001A7E78"/>
    <w:rsid w:val="001B2594"/>
    <w:rsid w:val="001C3B73"/>
    <w:rsid w:val="001E42BC"/>
    <w:rsid w:val="002136AC"/>
    <w:rsid w:val="00225484"/>
    <w:rsid w:val="00227CBC"/>
    <w:rsid w:val="00276280"/>
    <w:rsid w:val="002A03D2"/>
    <w:rsid w:val="002A5FA9"/>
    <w:rsid w:val="002C4B83"/>
    <w:rsid w:val="002C548F"/>
    <w:rsid w:val="002D6A15"/>
    <w:rsid w:val="002F1D9A"/>
    <w:rsid w:val="002F4D68"/>
    <w:rsid w:val="00306C3A"/>
    <w:rsid w:val="003202DB"/>
    <w:rsid w:val="003372EF"/>
    <w:rsid w:val="00343DDA"/>
    <w:rsid w:val="0037268B"/>
    <w:rsid w:val="003C3D91"/>
    <w:rsid w:val="003D178A"/>
    <w:rsid w:val="003F2DDC"/>
    <w:rsid w:val="00400A19"/>
    <w:rsid w:val="00441CAF"/>
    <w:rsid w:val="00443006"/>
    <w:rsid w:val="00443657"/>
    <w:rsid w:val="004458FB"/>
    <w:rsid w:val="00446B8D"/>
    <w:rsid w:val="00452094"/>
    <w:rsid w:val="00463346"/>
    <w:rsid w:val="00471F46"/>
    <w:rsid w:val="004807BC"/>
    <w:rsid w:val="004B78B8"/>
    <w:rsid w:val="004C4443"/>
    <w:rsid w:val="004F6DA7"/>
    <w:rsid w:val="00510320"/>
    <w:rsid w:val="0052296B"/>
    <w:rsid w:val="0052318F"/>
    <w:rsid w:val="00525077"/>
    <w:rsid w:val="0056474D"/>
    <w:rsid w:val="0057711A"/>
    <w:rsid w:val="00582172"/>
    <w:rsid w:val="00584750"/>
    <w:rsid w:val="005C4F6C"/>
    <w:rsid w:val="005D78F1"/>
    <w:rsid w:val="005E3517"/>
    <w:rsid w:val="005F68EA"/>
    <w:rsid w:val="006124F0"/>
    <w:rsid w:val="0062152D"/>
    <w:rsid w:val="00636563"/>
    <w:rsid w:val="00662E54"/>
    <w:rsid w:val="00664A92"/>
    <w:rsid w:val="00665DA4"/>
    <w:rsid w:val="00696BA0"/>
    <w:rsid w:val="006A5D59"/>
    <w:rsid w:val="006B36B5"/>
    <w:rsid w:val="006B47CE"/>
    <w:rsid w:val="006F386E"/>
    <w:rsid w:val="00702755"/>
    <w:rsid w:val="0070776E"/>
    <w:rsid w:val="0070781E"/>
    <w:rsid w:val="007350B0"/>
    <w:rsid w:val="00753CE1"/>
    <w:rsid w:val="007640E9"/>
    <w:rsid w:val="00773DB9"/>
    <w:rsid w:val="00781870"/>
    <w:rsid w:val="007A7B64"/>
    <w:rsid w:val="007B646F"/>
    <w:rsid w:val="007C5B0B"/>
    <w:rsid w:val="007C7DFC"/>
    <w:rsid w:val="007D7413"/>
    <w:rsid w:val="007E1933"/>
    <w:rsid w:val="007F4631"/>
    <w:rsid w:val="00811362"/>
    <w:rsid w:val="00820605"/>
    <w:rsid w:val="008223D1"/>
    <w:rsid w:val="00823C1D"/>
    <w:rsid w:val="008312D5"/>
    <w:rsid w:val="00836378"/>
    <w:rsid w:val="00840FF4"/>
    <w:rsid w:val="00877E48"/>
    <w:rsid w:val="00887DFA"/>
    <w:rsid w:val="00896484"/>
    <w:rsid w:val="008A0342"/>
    <w:rsid w:val="008A3E8C"/>
    <w:rsid w:val="008E5637"/>
    <w:rsid w:val="008E5CE5"/>
    <w:rsid w:val="00912ECA"/>
    <w:rsid w:val="00913E59"/>
    <w:rsid w:val="0091662C"/>
    <w:rsid w:val="00935FF5"/>
    <w:rsid w:val="00954CB9"/>
    <w:rsid w:val="00963600"/>
    <w:rsid w:val="009732CD"/>
    <w:rsid w:val="00987CFD"/>
    <w:rsid w:val="009E2644"/>
    <w:rsid w:val="00A00B98"/>
    <w:rsid w:val="00A137C7"/>
    <w:rsid w:val="00A152D2"/>
    <w:rsid w:val="00A21EFD"/>
    <w:rsid w:val="00A40D8C"/>
    <w:rsid w:val="00A56E26"/>
    <w:rsid w:val="00A62816"/>
    <w:rsid w:val="00A63FA3"/>
    <w:rsid w:val="00A7085D"/>
    <w:rsid w:val="00A95648"/>
    <w:rsid w:val="00AA09E8"/>
    <w:rsid w:val="00AB73E5"/>
    <w:rsid w:val="00AD5105"/>
    <w:rsid w:val="00B065DE"/>
    <w:rsid w:val="00B37167"/>
    <w:rsid w:val="00B37CF8"/>
    <w:rsid w:val="00B50346"/>
    <w:rsid w:val="00B7167F"/>
    <w:rsid w:val="00B9433A"/>
    <w:rsid w:val="00BA20BD"/>
    <w:rsid w:val="00BA2354"/>
    <w:rsid w:val="00C344C9"/>
    <w:rsid w:val="00C34D27"/>
    <w:rsid w:val="00C4051F"/>
    <w:rsid w:val="00C46AE9"/>
    <w:rsid w:val="00C528B9"/>
    <w:rsid w:val="00C55E4C"/>
    <w:rsid w:val="00C77079"/>
    <w:rsid w:val="00C803FC"/>
    <w:rsid w:val="00C93567"/>
    <w:rsid w:val="00CE436E"/>
    <w:rsid w:val="00CE6EC5"/>
    <w:rsid w:val="00D04AA6"/>
    <w:rsid w:val="00D06A64"/>
    <w:rsid w:val="00D15BF7"/>
    <w:rsid w:val="00D35780"/>
    <w:rsid w:val="00D46605"/>
    <w:rsid w:val="00D62CCA"/>
    <w:rsid w:val="00D7064B"/>
    <w:rsid w:val="00DD0F0C"/>
    <w:rsid w:val="00DD383C"/>
    <w:rsid w:val="00DE1241"/>
    <w:rsid w:val="00DE78D2"/>
    <w:rsid w:val="00E24CD4"/>
    <w:rsid w:val="00E30BAE"/>
    <w:rsid w:val="00E61F7F"/>
    <w:rsid w:val="00E71494"/>
    <w:rsid w:val="00E72900"/>
    <w:rsid w:val="00E8141F"/>
    <w:rsid w:val="00ED0BFD"/>
    <w:rsid w:val="00EF0C85"/>
    <w:rsid w:val="00EF552B"/>
    <w:rsid w:val="00F06B37"/>
    <w:rsid w:val="00F1141D"/>
    <w:rsid w:val="00F148A3"/>
    <w:rsid w:val="00F34B4D"/>
    <w:rsid w:val="00F45754"/>
    <w:rsid w:val="00F6116F"/>
    <w:rsid w:val="00F666B7"/>
    <w:rsid w:val="00F67280"/>
    <w:rsid w:val="00F73BBD"/>
    <w:rsid w:val="00F83219"/>
    <w:rsid w:val="00F85A65"/>
    <w:rsid w:val="00F93311"/>
    <w:rsid w:val="00F97E0A"/>
    <w:rsid w:val="00FA253B"/>
    <w:rsid w:val="00FE24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3A8944A"/>
  <w15:chartTrackingRefBased/>
  <w15:docId w15:val="{B5E586EF-0334-4919-BC9F-743D9942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4631"/>
    <w:pPr>
      <w:spacing w:after="240" w:line="264" w:lineRule="auto"/>
    </w:pPr>
    <w:rPr>
      <w:rFonts w:ascii="Arial" w:hAnsi="Arial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B8D"/>
    <w:pPr>
      <w:jc w:val="center"/>
      <w:outlineLvl w:val="0"/>
    </w:pPr>
    <w:rPr>
      <w:b/>
      <w:color w:val="1E3D78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76E"/>
    <w:pPr>
      <w:keepNext/>
      <w:keepLines/>
      <w:spacing w:after="120"/>
      <w:outlineLvl w:val="1"/>
    </w:pPr>
    <w:rPr>
      <w:rFonts w:eastAsiaTheme="majorEastAsia"/>
      <w:b/>
      <w:bCs/>
      <w:color w:val="1E3D78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5B0B"/>
    <w:pPr>
      <w:outlineLvl w:val="2"/>
    </w:pPr>
    <w:rPr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1529D7"/>
    <w:pPr>
      <w:tabs>
        <w:tab w:val="center" w:pos="4320"/>
        <w:tab w:val="right" w:pos="8640"/>
      </w:tabs>
      <w:spacing w:after="120"/>
    </w:pPr>
    <w:rPr>
      <w:rFonts w:ascii="Arial" w:hAnsi="Arial" w:cs="Arial"/>
      <w:b/>
      <w:color w:val="1E3D78"/>
      <w:lang w:val="x-none" w:eastAsia="x-none"/>
    </w:rPr>
  </w:style>
  <w:style w:type="character" w:customStyle="1" w:styleId="HeaderChar">
    <w:name w:val="Header Char"/>
    <w:link w:val="Header"/>
    <w:uiPriority w:val="99"/>
    <w:rsid w:val="001529D7"/>
    <w:rPr>
      <w:rFonts w:ascii="Arial" w:hAnsi="Arial" w:cs="Arial"/>
      <w:b/>
      <w:color w:val="1E3D78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666B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666B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B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666B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E1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41"/>
  </w:style>
  <w:style w:type="character" w:customStyle="1" w:styleId="CommentTextChar">
    <w:name w:val="Comment Text Char"/>
    <w:link w:val="CommentText"/>
    <w:uiPriority w:val="99"/>
    <w:semiHidden/>
    <w:rsid w:val="00DE124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1241"/>
    <w:rPr>
      <w:b/>
      <w:bCs/>
      <w:lang w:eastAsia="ja-JP"/>
    </w:rPr>
  </w:style>
  <w:style w:type="character" w:styleId="Hyperlink">
    <w:name w:val="Hyperlink"/>
    <w:basedOn w:val="DefaultParagraphFont"/>
    <w:uiPriority w:val="99"/>
    <w:unhideWhenUsed/>
    <w:rsid w:val="001A24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8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70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SWSESTableStyle1">
    <w:name w:val="NSW SES Table Style 1"/>
    <w:basedOn w:val="TableNormal"/>
    <w:uiPriority w:val="99"/>
    <w:rsid w:val="00446B8D"/>
    <w:rPr>
      <w:rFonts w:ascii="Arial" w:hAnsi="Arial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V w:val="single" w:sz="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pPr>
        <w:jc w:val="left"/>
      </w:pPr>
      <w:rPr>
        <w:rFonts w:ascii="Arial" w:hAnsi="Arial"/>
        <w:sz w:val="20"/>
      </w:rPr>
      <w:tblPr/>
      <w:tcPr>
        <w:shd w:val="clear" w:color="auto" w:fill="1E3D78"/>
        <w:vAlign w:val="center"/>
      </w:tcPr>
    </w:tblStylePr>
    <w:tblStylePr w:type="firstCol">
      <w:tblPr/>
      <w:tcPr>
        <w:shd w:val="clear" w:color="auto" w:fill="E7E6E6" w:themeFill="background2"/>
      </w:tcPr>
    </w:tblStylePr>
  </w:style>
  <w:style w:type="paragraph" w:styleId="NormalWeb">
    <w:name w:val="Normal (Web)"/>
    <w:basedOn w:val="Normal"/>
    <w:uiPriority w:val="99"/>
    <w:unhideWhenUsed/>
    <w:rsid w:val="006A5D5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AU"/>
    </w:rPr>
  </w:style>
  <w:style w:type="paragraph" w:styleId="ListParagraph">
    <w:name w:val="List Paragraph"/>
    <w:basedOn w:val="Normal"/>
    <w:uiPriority w:val="72"/>
    <w:qFormat/>
    <w:rsid w:val="00CE436E"/>
    <w:pPr>
      <w:numPr>
        <w:numId w:val="11"/>
      </w:numPr>
      <w:contextualSpacing/>
    </w:pPr>
  </w:style>
  <w:style w:type="paragraph" w:styleId="BodyText">
    <w:name w:val="Body Text"/>
    <w:basedOn w:val="Normal"/>
    <w:link w:val="BodyTextChar"/>
    <w:uiPriority w:val="99"/>
    <w:rsid w:val="00D06A64"/>
    <w:rPr>
      <w:rFonts w:ascii="Times New Roman" w:eastAsia="Times New Roman" w:hAnsi="Times New Roman"/>
      <w:sz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D06A64"/>
    <w:rPr>
      <w:rFonts w:ascii="Times New Roman" w:eastAsia="Times New Roman" w:hAnsi="Times New Roman"/>
      <w:sz w:val="22"/>
      <w:lang w:val="en-US"/>
    </w:rPr>
  </w:style>
  <w:style w:type="paragraph" w:styleId="Title">
    <w:name w:val="Title"/>
    <w:basedOn w:val="Normal"/>
    <w:next w:val="Normal"/>
    <w:link w:val="TitleChar"/>
    <w:rsid w:val="001B2594"/>
    <w:pPr>
      <w:keepNext/>
      <w:keepLines/>
      <w:spacing w:after="60" w:line="276" w:lineRule="auto"/>
    </w:pPr>
    <w:rPr>
      <w:rFonts w:eastAsia="Arial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B2594"/>
    <w:rPr>
      <w:rFonts w:ascii="Arial" w:eastAsia="Arial" w:hAnsi="Arial" w:cs="Arial"/>
      <w:sz w:val="52"/>
      <w:szCs w:val="5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A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AF4"/>
    <w:rPr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11A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6B8D"/>
    <w:rPr>
      <w:rFonts w:ascii="Arial" w:hAnsi="Arial" w:cs="Arial"/>
      <w:b/>
      <w:color w:val="1E3D78"/>
      <w:sz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0776E"/>
    <w:rPr>
      <w:rFonts w:ascii="Arial" w:eastAsiaTheme="majorEastAsia" w:hAnsi="Arial" w:cs="Arial"/>
      <w:b/>
      <w:bCs/>
      <w:color w:val="1E3D78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C5B0B"/>
    <w:rPr>
      <w:rFonts w:ascii="Arial" w:hAnsi="Arial" w:cs="Arial"/>
      <w:b/>
      <w:i/>
      <w:color w:val="000000" w:themeColor="text1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D1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66D17"/>
    <w:rPr>
      <w:rFonts w:ascii="Arial" w:hAnsi="Arial" w:cs="Arial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066D17"/>
    <w:pPr>
      <w:spacing w:before="360" w:after="360"/>
      <w:ind w:left="864" w:right="864"/>
      <w:jc w:val="center"/>
    </w:pPr>
    <w:rPr>
      <w:i/>
      <w:iCs/>
      <w:color w:val="1E3D78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066D17"/>
    <w:rPr>
      <w:rFonts w:ascii="Arial" w:hAnsi="Arial" w:cs="Arial"/>
      <w:i/>
      <w:iCs/>
      <w:color w:val="1E3D7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87D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7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8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3500\Dropbox\Geography%20Project\Website%20-%20see%20Flooding%20in%20HNV%20-%20FOR%20REVIEW%20INSW%20also\Resources%20for%20website\Drafts\HN_Landing%20Page_template_NSW%20SES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3F053-AF34-4278-9E8B-33EF4BA0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HN_Landing Page_template_NSW SES MASTER</Template>
  <TotalTime>8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Wisdom Graphic Design &amp; Advtsg</Company>
  <LinksUpToDate>false</LinksUpToDate>
  <CharactersWithSpaces>1445</CharactersWithSpaces>
  <SharedDoc>false</SharedDoc>
  <HLinks>
    <vt:vector size="6" baseType="variant"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http://www.sesbrandonline.com.au/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Carroll</dc:creator>
  <cp:keywords/>
  <dc:description/>
  <cp:lastModifiedBy>Janet Nolan</cp:lastModifiedBy>
  <cp:revision>5</cp:revision>
  <cp:lastPrinted>2019-08-05T02:25:00Z</cp:lastPrinted>
  <dcterms:created xsi:type="dcterms:W3CDTF">2019-10-07T08:33:00Z</dcterms:created>
  <dcterms:modified xsi:type="dcterms:W3CDTF">2019-10-18T03:30:00Z</dcterms:modified>
</cp:coreProperties>
</file>